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ED2E78-A792-4B80-AD05-8F2D1593C71E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